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1ACB1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>Wykonawca</w:t>
      </w:r>
    </w:p>
    <w:p w14:paraId="214AEC1A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>…………………………………………………</w:t>
      </w:r>
    </w:p>
    <w:p w14:paraId="52506734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 xml:space="preserve">(pełna nazwa / firma, adres, w zależności </w:t>
      </w:r>
      <w:r w:rsidRPr="00B91A2A">
        <w:rPr>
          <w:rFonts w:ascii="Arial Narrow" w:hAnsi="Arial Narrow"/>
          <w:sz w:val="24"/>
          <w:szCs w:val="24"/>
        </w:rPr>
        <w:tab/>
      </w:r>
    </w:p>
    <w:p w14:paraId="719413D9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 xml:space="preserve">od podmiotu: NIP / PESEL, KRS / </w:t>
      </w:r>
      <w:proofErr w:type="spellStart"/>
      <w:r w:rsidRPr="00B91A2A">
        <w:rPr>
          <w:rFonts w:ascii="Arial Narrow" w:hAnsi="Arial Narrow"/>
          <w:sz w:val="24"/>
          <w:szCs w:val="24"/>
        </w:rPr>
        <w:t>CEiDG</w:t>
      </w:r>
      <w:proofErr w:type="spellEnd"/>
      <w:r w:rsidRPr="00B91A2A">
        <w:rPr>
          <w:rFonts w:ascii="Arial Narrow" w:hAnsi="Arial Narrow"/>
          <w:sz w:val="24"/>
          <w:szCs w:val="24"/>
        </w:rPr>
        <w:t>)</w:t>
      </w:r>
    </w:p>
    <w:p w14:paraId="58CA637E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>reprezentowany przez:</w:t>
      </w:r>
    </w:p>
    <w:p w14:paraId="6757B5C2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>…………………………………………………</w:t>
      </w:r>
    </w:p>
    <w:p w14:paraId="2AE4BD47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>(imię, nazwisko, stanowisko /</w:t>
      </w:r>
    </w:p>
    <w:p w14:paraId="243E128E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>podstawa do reprezentacji)</w:t>
      </w:r>
    </w:p>
    <w:p w14:paraId="7C5A892E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384DA15F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 xml:space="preserve">OŚWIADCZENIE WYKONAWCÓW </w:t>
      </w:r>
    </w:p>
    <w:p w14:paraId="15349680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>WSPÓLNIE UBIEGAJĄCYCH SIĘ O UDZIELENIE ZAMÓWIENIA</w:t>
      </w:r>
    </w:p>
    <w:p w14:paraId="1D7E6FF0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>składane na podstawie art. 117 ust. 4 ustawy z dnia 11 września 2019 r.</w:t>
      </w:r>
    </w:p>
    <w:p w14:paraId="16990FF3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 xml:space="preserve"> Prawo zamówień publicznych (dalej jako: ustawa </w:t>
      </w:r>
      <w:proofErr w:type="spellStart"/>
      <w:r w:rsidRPr="00B91A2A">
        <w:rPr>
          <w:rFonts w:ascii="Arial Narrow" w:hAnsi="Arial Narrow"/>
          <w:sz w:val="24"/>
          <w:szCs w:val="24"/>
        </w:rPr>
        <w:t>Pzp</w:t>
      </w:r>
      <w:proofErr w:type="spellEnd"/>
      <w:r w:rsidRPr="00B91A2A">
        <w:rPr>
          <w:rFonts w:ascii="Arial Narrow" w:hAnsi="Arial Narrow"/>
          <w:sz w:val="24"/>
          <w:szCs w:val="24"/>
        </w:rPr>
        <w:t>)</w:t>
      </w:r>
    </w:p>
    <w:p w14:paraId="090594E1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362D26AC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>Na potrzeby postępowania o udzielenie zamówienia publicznego na realizację zadania:</w:t>
      </w:r>
    </w:p>
    <w:p w14:paraId="7D317164" w14:textId="62CB4A92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>„</w:t>
      </w:r>
      <w:r w:rsidR="00353C51" w:rsidRPr="00E33DAB">
        <w:rPr>
          <w:rFonts w:ascii="Arial Narrow" w:hAnsi="Arial Narrow"/>
          <w:sz w:val="24"/>
          <w:szCs w:val="24"/>
        </w:rPr>
        <w:t>Usługa nadzoru inwestorskiego branży budowlanej dotyczy robót budowlano-konserwatorskich przy remoncie elewacji w Muzeum Historii To</w:t>
      </w:r>
      <w:r w:rsidR="00353C51">
        <w:rPr>
          <w:rFonts w:ascii="Arial Narrow" w:hAnsi="Arial Narrow"/>
          <w:sz w:val="24"/>
          <w:szCs w:val="24"/>
        </w:rPr>
        <w:t>r</w:t>
      </w:r>
      <w:r w:rsidR="00353C51" w:rsidRPr="00E33DAB">
        <w:rPr>
          <w:rFonts w:ascii="Arial Narrow" w:hAnsi="Arial Narrow"/>
          <w:sz w:val="24"/>
          <w:szCs w:val="24"/>
        </w:rPr>
        <w:t xml:space="preserve">unia w Domu </w:t>
      </w:r>
      <w:proofErr w:type="spellStart"/>
      <w:r w:rsidR="00353C51" w:rsidRPr="00E33DAB">
        <w:rPr>
          <w:rFonts w:ascii="Arial Narrow" w:hAnsi="Arial Narrow"/>
          <w:sz w:val="24"/>
          <w:szCs w:val="24"/>
        </w:rPr>
        <w:t>Esken</w:t>
      </w:r>
      <w:r w:rsidR="00353C51">
        <w:rPr>
          <w:rFonts w:ascii="Arial Narrow" w:hAnsi="Arial Narrow"/>
          <w:sz w:val="24"/>
          <w:szCs w:val="24"/>
        </w:rPr>
        <w:t>ó</w:t>
      </w:r>
      <w:r w:rsidR="00353C51" w:rsidRPr="00E33DAB">
        <w:rPr>
          <w:rFonts w:ascii="Arial Narrow" w:hAnsi="Arial Narrow"/>
          <w:sz w:val="24"/>
          <w:szCs w:val="24"/>
        </w:rPr>
        <w:t>w</w:t>
      </w:r>
      <w:proofErr w:type="spellEnd"/>
      <w:r w:rsidR="00353C51" w:rsidRPr="00E33DAB">
        <w:rPr>
          <w:rFonts w:ascii="Arial Narrow" w:hAnsi="Arial Narrow"/>
          <w:sz w:val="24"/>
          <w:szCs w:val="24"/>
        </w:rPr>
        <w:t xml:space="preserve"> wraz z pracami dodatkowymi</w:t>
      </w:r>
      <w:r w:rsidR="00353C51">
        <w:rPr>
          <w:rFonts w:ascii="Arial Narrow" w:hAnsi="Arial Narrow"/>
          <w:sz w:val="24"/>
          <w:szCs w:val="24"/>
        </w:rPr>
        <w:t>.</w:t>
      </w:r>
      <w:r w:rsidRPr="00B91A2A">
        <w:rPr>
          <w:rFonts w:ascii="Arial Narrow" w:hAnsi="Arial Narrow"/>
          <w:sz w:val="24"/>
          <w:szCs w:val="24"/>
        </w:rPr>
        <w:t>”</w:t>
      </w:r>
    </w:p>
    <w:p w14:paraId="6CD81285" w14:textId="5A082944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 xml:space="preserve">Oświadczam / oświadczamy, iż następujące </w:t>
      </w:r>
      <w:r w:rsidR="005049D2">
        <w:rPr>
          <w:rFonts w:ascii="Arial Narrow" w:hAnsi="Arial Narrow"/>
          <w:sz w:val="24"/>
          <w:szCs w:val="24"/>
        </w:rPr>
        <w:t>usługi</w:t>
      </w:r>
      <w:r w:rsidRPr="00B91A2A">
        <w:rPr>
          <w:rFonts w:ascii="Arial Narrow" w:hAnsi="Arial Narrow"/>
          <w:sz w:val="24"/>
          <w:szCs w:val="24"/>
        </w:rPr>
        <w:t xml:space="preserve"> wykonają poszczególni Wykonawcy wspólnie ubiegający się o udzielenie zamówienia:</w:t>
      </w:r>
    </w:p>
    <w:p w14:paraId="384B68A2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3FF9F37B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 xml:space="preserve">Wykonawca (nazwa): …………………………………………………………………………………. </w:t>
      </w:r>
    </w:p>
    <w:p w14:paraId="72FE8D59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2A817D1B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>wykona: ……………………………………………………………………………….…………………</w:t>
      </w:r>
    </w:p>
    <w:p w14:paraId="44A92C55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29168336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 xml:space="preserve">Wykonawca (nazwa): …………………………………………………………………………………. </w:t>
      </w:r>
    </w:p>
    <w:p w14:paraId="5FB46949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2737F7FA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 xml:space="preserve">wykona: ……………………………………………………………………………….………………… </w:t>
      </w:r>
    </w:p>
    <w:p w14:paraId="2930FF39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60232E3F" w14:textId="77777777" w:rsid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6160CFB7" w14:textId="5A789CC6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Podpis</w:t>
      </w:r>
    </w:p>
    <w:p w14:paraId="52642B6B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67E279FE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  <w:bookmarkStart w:id="0" w:name="_Hlk66446977"/>
      <w:r w:rsidRPr="00B91A2A">
        <w:rPr>
          <w:rFonts w:ascii="Arial Narrow" w:hAnsi="Arial Narrow"/>
          <w:sz w:val="24"/>
          <w:szCs w:val="24"/>
        </w:rPr>
        <w:t xml:space="preserve">Dokument należy wypełnić i podpisać kwalifikowanym podpisem elektronicznym lub podpisem zaufanym lub podpisem osobistym osób wskazanych w dokumencie uprawniającym do występowania w obrocie prawnym lub posiadających pełnomocnictwo. Zamawiający zaleca zapisanie dokumentu w formacie PDF. </w:t>
      </w:r>
      <w:bookmarkEnd w:id="0"/>
    </w:p>
    <w:p w14:paraId="766EE21B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16E52809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703DAF6B" w14:textId="77777777" w:rsidR="00B91A2A" w:rsidRPr="00B91A2A" w:rsidRDefault="00B91A2A" w:rsidP="00B91A2A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60C7F6DB" w14:textId="347E60C9" w:rsidR="00AA6F2D" w:rsidRPr="00AA6F2D" w:rsidRDefault="00B91A2A" w:rsidP="00AA6F2D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91A2A">
        <w:rPr>
          <w:rFonts w:ascii="Arial Narrow" w:hAnsi="Arial Narrow"/>
          <w:sz w:val="24"/>
          <w:szCs w:val="24"/>
        </w:rPr>
        <w:tab/>
      </w:r>
    </w:p>
    <w:sectPr w:rsidR="00AA6F2D" w:rsidRPr="00AA6F2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7E2F3" w14:textId="77777777" w:rsidR="007D70AC" w:rsidRDefault="007D70AC" w:rsidP="001522C2">
      <w:pPr>
        <w:spacing w:after="0" w:line="240" w:lineRule="auto"/>
      </w:pPr>
      <w:r>
        <w:separator/>
      </w:r>
    </w:p>
  </w:endnote>
  <w:endnote w:type="continuationSeparator" w:id="0">
    <w:p w14:paraId="37D2027A" w14:textId="77777777" w:rsidR="007D70AC" w:rsidRDefault="007D70AC" w:rsidP="00152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BED29" w14:textId="77777777" w:rsidR="001522C2" w:rsidRDefault="001522C2">
    <w:pPr>
      <w:pStyle w:val="Stopka"/>
    </w:pPr>
    <w:r w:rsidRPr="00387263">
      <w:rPr>
        <w:noProof/>
        <w:lang w:eastAsia="pl-PL"/>
      </w:rPr>
      <w:drawing>
        <wp:inline distT="0" distB="0" distL="0" distR="0" wp14:anchorId="7936894B" wp14:editId="3C3DEC92">
          <wp:extent cx="5760720" cy="802157"/>
          <wp:effectExtent l="0" t="0" r="0" b="0"/>
          <wp:docPr id="1" name="Obraz 1" descr="W:\BR\00_BR z BTCM\00_7 CUDÓW\01_7 CUDÓW\6. Dokumentacja programowa\wersja achromatycz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BR\00_BR z BTCM\00_7 CUDÓW\01_7 CUDÓW\6. Dokumentacja programowa\wersja achromatyczn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21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7602AE" w14:textId="77777777" w:rsidR="001522C2" w:rsidRDefault="001522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1FE31" w14:textId="77777777" w:rsidR="007D70AC" w:rsidRDefault="007D70AC" w:rsidP="001522C2">
      <w:pPr>
        <w:spacing w:after="0" w:line="240" w:lineRule="auto"/>
      </w:pPr>
      <w:r>
        <w:separator/>
      </w:r>
    </w:p>
  </w:footnote>
  <w:footnote w:type="continuationSeparator" w:id="0">
    <w:p w14:paraId="0578A991" w14:textId="77777777" w:rsidR="007D70AC" w:rsidRDefault="007D70AC" w:rsidP="00152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73045" w14:textId="1A9DEF09" w:rsidR="00B91A2A" w:rsidRDefault="00B91A2A">
    <w:pPr>
      <w:pStyle w:val="Nagwek"/>
    </w:pPr>
    <w:r>
      <w:t xml:space="preserve">Załącznik nr 5, </w:t>
    </w:r>
    <w:bookmarkStart w:id="1" w:name="_Hlk222136279"/>
    <w:r w:rsidR="00353C51" w:rsidRPr="00E33DAB">
      <w:rPr>
        <w:rFonts w:ascii="Arial Narrow" w:hAnsi="Arial Narrow"/>
        <w:sz w:val="24"/>
        <w:szCs w:val="24"/>
      </w:rPr>
      <w:t>Usługa nadzoru inwestorskiego branży budowlanej dotyczy robót budowlano-konserwatorskich przy remoncie elewacji w Muzeum Historii To</w:t>
    </w:r>
    <w:r w:rsidR="00353C51">
      <w:rPr>
        <w:rFonts w:ascii="Arial Narrow" w:hAnsi="Arial Narrow"/>
        <w:sz w:val="24"/>
        <w:szCs w:val="24"/>
      </w:rPr>
      <w:t>r</w:t>
    </w:r>
    <w:r w:rsidR="00353C51" w:rsidRPr="00E33DAB">
      <w:rPr>
        <w:rFonts w:ascii="Arial Narrow" w:hAnsi="Arial Narrow"/>
        <w:sz w:val="24"/>
        <w:szCs w:val="24"/>
      </w:rPr>
      <w:t xml:space="preserve">unia w Domu </w:t>
    </w:r>
    <w:proofErr w:type="spellStart"/>
    <w:r w:rsidR="00353C51" w:rsidRPr="00E33DAB">
      <w:rPr>
        <w:rFonts w:ascii="Arial Narrow" w:hAnsi="Arial Narrow"/>
        <w:sz w:val="24"/>
        <w:szCs w:val="24"/>
      </w:rPr>
      <w:t>Esken</w:t>
    </w:r>
    <w:r w:rsidR="00353C51">
      <w:rPr>
        <w:rFonts w:ascii="Arial Narrow" w:hAnsi="Arial Narrow"/>
        <w:sz w:val="24"/>
        <w:szCs w:val="24"/>
      </w:rPr>
      <w:t>ó</w:t>
    </w:r>
    <w:r w:rsidR="00353C51" w:rsidRPr="00E33DAB">
      <w:rPr>
        <w:rFonts w:ascii="Arial Narrow" w:hAnsi="Arial Narrow"/>
        <w:sz w:val="24"/>
        <w:szCs w:val="24"/>
      </w:rPr>
      <w:t>w</w:t>
    </w:r>
    <w:proofErr w:type="spellEnd"/>
    <w:r w:rsidR="00353C51" w:rsidRPr="00E33DAB">
      <w:rPr>
        <w:rFonts w:ascii="Arial Narrow" w:hAnsi="Arial Narrow"/>
        <w:sz w:val="24"/>
        <w:szCs w:val="24"/>
      </w:rPr>
      <w:t xml:space="preserve"> wraz z pracami dodatkowymi</w:t>
    </w:r>
    <w:r w:rsidR="00353C51">
      <w:rPr>
        <w:rFonts w:ascii="Arial Narrow" w:hAnsi="Arial Narrow"/>
        <w:sz w:val="24"/>
        <w:szCs w:val="24"/>
      </w:rPr>
      <w:t>.</w:t>
    </w:r>
    <w:bookmarkEnd w:id="1"/>
    <w:r>
      <w:rPr>
        <w:rFonts w:ascii="Arial Narrow" w:hAnsi="Arial Narrow"/>
        <w:sz w:val="24"/>
        <w:szCs w:val="24"/>
      </w:rPr>
      <w:t>, wzór oświadczenia wykonawców wspólnie ubiegających się o udzielenie zamówienia</w:t>
    </w:r>
  </w:p>
  <w:p w14:paraId="5F1C2EC2" w14:textId="77777777" w:rsidR="00B91A2A" w:rsidRDefault="00B91A2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A2A"/>
    <w:rsid w:val="000B7303"/>
    <w:rsid w:val="001522C2"/>
    <w:rsid w:val="001D1F39"/>
    <w:rsid w:val="00353C51"/>
    <w:rsid w:val="005049D2"/>
    <w:rsid w:val="00795F52"/>
    <w:rsid w:val="007D70AC"/>
    <w:rsid w:val="00AA6F2D"/>
    <w:rsid w:val="00B91A2A"/>
    <w:rsid w:val="00C6059F"/>
    <w:rsid w:val="00CB37E0"/>
    <w:rsid w:val="00CD4599"/>
    <w:rsid w:val="00CE2DCB"/>
    <w:rsid w:val="00D37B8F"/>
    <w:rsid w:val="00FA08D4"/>
    <w:rsid w:val="00FC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277F7"/>
  <w15:chartTrackingRefBased/>
  <w15:docId w15:val="{3D4BCB7B-E8A5-44B3-90EA-A325B780D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2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22C2"/>
  </w:style>
  <w:style w:type="paragraph" w:styleId="Stopka">
    <w:name w:val="footer"/>
    <w:basedOn w:val="Normalny"/>
    <w:link w:val="StopkaZnak"/>
    <w:uiPriority w:val="99"/>
    <w:unhideWhenUsed/>
    <w:rsid w:val="00152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2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TB\Documents\Niestandardowe%20szablony%20pakietu%20Office\wz&#243;r%20papieru%20Feniks%20MO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 Feniks MONO</Template>
  <TotalTime>2</TotalTime>
  <Pages>1</Pages>
  <Words>188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ATB</dc:creator>
  <cp:keywords/>
  <dc:description/>
  <cp:lastModifiedBy>Agnieszka Tybus-Bugajska</cp:lastModifiedBy>
  <cp:revision>3</cp:revision>
  <dcterms:created xsi:type="dcterms:W3CDTF">2026-01-26T16:20:00Z</dcterms:created>
  <dcterms:modified xsi:type="dcterms:W3CDTF">2026-02-19T10:56:00Z</dcterms:modified>
</cp:coreProperties>
</file>